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E46688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4668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85747A" w:rsidP="00E4668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46688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074DB4">
        <w:rPr>
          <w:rFonts w:ascii="Corbel" w:hAnsi="Corbel"/>
          <w:i/>
          <w:smallCaps/>
          <w:sz w:val="24"/>
          <w:szCs w:val="24"/>
        </w:rPr>
        <w:t>2018-2020</w:t>
      </w:r>
    </w:p>
    <w:p w:rsidR="00E46688" w:rsidRPr="00E46688" w:rsidRDefault="00E46688" w:rsidP="00E4668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="0085747A" w:rsidRPr="00E46688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  <w:szCs w:val="24"/>
        </w:rPr>
      </w:pPr>
      <w:r w:rsidRPr="00E46688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E46688" w:rsidRDefault="003125C6" w:rsidP="008662C6">
            <w:pPr>
              <w:pStyle w:val="Pytania"/>
              <w:jc w:val="left"/>
              <w:rPr>
                <w:rFonts w:ascii="Corbel" w:hAnsi="Corbel"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Systemy informacyjne i bazy danych w sektorze publicznym</w:t>
            </w:r>
          </w:p>
        </w:tc>
      </w:tr>
      <w:tr w:rsidR="0085747A" w:rsidRPr="00074DB4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E46688" w:rsidRDefault="007559CB" w:rsidP="00B819C8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  <w:lang w:val="en-US"/>
              </w:rPr>
            </w:pPr>
            <w:r w:rsidRPr="00E46688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E/II/EiZSP/C-1.5a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137676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Wydział Ekonomii  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B819C8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Katedra Metod Ilościowych i Informatyki Gospodarczej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B819C8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E42118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42118" w:rsidRPr="00E46688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B819C8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2A4272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3636C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E4668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1870CE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42118" w:rsidRPr="00E4668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46688" w:rsidRDefault="00074DB4" w:rsidP="00B819C8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662C6" w:rsidRPr="00E46688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46688" w:rsidRDefault="00137676" w:rsidP="00D5706B">
            <w:pPr>
              <w:pStyle w:val="Odpowiedzi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</w:t>
            </w:r>
            <w:r w:rsidR="00D5706B" w:rsidRPr="00E46688">
              <w:rPr>
                <w:rFonts w:ascii="Corbel" w:hAnsi="Corbel"/>
                <w:b w:val="0"/>
                <w:sz w:val="24"/>
                <w:szCs w:val="24"/>
                <w:lang w:val="en-US"/>
              </w:rPr>
              <w:t>Paweł Zawora</w:t>
            </w:r>
          </w:p>
        </w:tc>
      </w:tr>
      <w:tr w:rsidR="0085747A" w:rsidRPr="00E46688" w:rsidTr="00B819C8">
        <w:tc>
          <w:tcPr>
            <w:tcW w:w="2694" w:type="dxa"/>
            <w:vAlign w:val="center"/>
          </w:tcPr>
          <w:p w:rsidR="0085747A" w:rsidRPr="00E4668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46688" w:rsidRDefault="00D5706B" w:rsidP="000522E0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  <w:lang w:val="en-US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dr Paweł Zawora</w:t>
            </w:r>
          </w:p>
        </w:tc>
      </w:tr>
    </w:tbl>
    <w:p w:rsidR="0085747A" w:rsidRPr="00E4668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E46688">
        <w:rPr>
          <w:rFonts w:ascii="Corbel" w:hAnsi="Corbel"/>
          <w:sz w:val="24"/>
          <w:szCs w:val="24"/>
        </w:rPr>
        <w:t xml:space="preserve">* </w:t>
      </w:r>
      <w:r w:rsidRPr="00E46688">
        <w:rPr>
          <w:rFonts w:ascii="Corbel" w:hAnsi="Corbel"/>
          <w:i/>
          <w:sz w:val="24"/>
          <w:szCs w:val="24"/>
        </w:rPr>
        <w:t xml:space="preserve">- </w:t>
      </w:r>
      <w:r w:rsidRPr="00E46688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5747A" w:rsidRPr="00E4668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4668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E46688">
        <w:rPr>
          <w:rFonts w:ascii="Corbel" w:hAnsi="Corbel"/>
          <w:sz w:val="24"/>
          <w:szCs w:val="24"/>
        </w:rPr>
        <w:t>1.</w:t>
      </w:r>
      <w:r w:rsidR="007559CB" w:rsidRPr="00E46688">
        <w:rPr>
          <w:rFonts w:ascii="Corbel" w:hAnsi="Corbel"/>
          <w:sz w:val="24"/>
          <w:szCs w:val="24"/>
        </w:rPr>
        <w:t>1</w:t>
      </w:r>
      <w:r w:rsidRPr="00E4668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4"/>
        <w:gridCol w:w="750"/>
        <w:gridCol w:w="850"/>
        <w:gridCol w:w="766"/>
        <w:gridCol w:w="791"/>
        <w:gridCol w:w="710"/>
        <w:gridCol w:w="908"/>
        <w:gridCol w:w="1280"/>
        <w:gridCol w:w="1642"/>
      </w:tblGrid>
      <w:tr w:rsidR="007559CB" w:rsidRPr="00E46688" w:rsidTr="007559CB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CB" w:rsidRPr="00E46688" w:rsidRDefault="007559CB" w:rsidP="005C0313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4668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559CB" w:rsidRPr="00074DB4" w:rsidTr="007559CB">
        <w:trPr>
          <w:trHeight w:val="45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074DB4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4DB4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074DB4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074DB4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074DB4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074DB4" w:rsidRDefault="00074DB4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4DB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074DB4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074DB4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074DB4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074DB4" w:rsidRDefault="007559CB" w:rsidP="005C0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CB" w:rsidRPr="00074DB4" w:rsidRDefault="007559CB" w:rsidP="005C0313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074DB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E46688" w:rsidRDefault="0085747A" w:rsidP="00B819C8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E46688" w:rsidRPr="009C54AE" w:rsidRDefault="00E46688" w:rsidP="00E4668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46688" w:rsidRPr="009C54AE" w:rsidRDefault="00E46688" w:rsidP="00E4668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46688" w:rsidRPr="009C54AE" w:rsidRDefault="00E46688" w:rsidP="00E466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  z</w:t>
      </w:r>
      <w:r w:rsidRPr="009C54A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="00E46688" w:rsidRPr="009C54AE" w:rsidRDefault="00E46688" w:rsidP="00E466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46688" w:rsidRPr="009C54AE" w:rsidRDefault="00E46688" w:rsidP="00E4668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46688" w:rsidRPr="009C54AE" w:rsidRDefault="00E46688" w:rsidP="00E466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</w:p>
    <w:p w:rsidR="0085747A" w:rsidRPr="00E46688" w:rsidRDefault="003F75E5" w:rsidP="00E46688">
      <w:pPr>
        <w:pStyle w:val="Odpowiedzi"/>
        <w:ind w:firstLine="284"/>
        <w:rPr>
          <w:rFonts w:ascii="Corbel" w:hAnsi="Corbel"/>
          <w:b w:val="0"/>
          <w:sz w:val="24"/>
          <w:szCs w:val="24"/>
        </w:rPr>
      </w:pPr>
      <w:r w:rsidRPr="00E46688">
        <w:rPr>
          <w:rFonts w:ascii="Corbel" w:hAnsi="Corbel"/>
          <w:b w:val="0"/>
          <w:sz w:val="24"/>
          <w:szCs w:val="24"/>
        </w:rPr>
        <w:t>zaliczenie z oceną</w:t>
      </w:r>
    </w:p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E46688">
        <w:rPr>
          <w:rFonts w:ascii="Corbel" w:hAnsi="Corbel"/>
          <w:szCs w:val="24"/>
        </w:rPr>
        <w:t>2.</w:t>
      </w:r>
      <w:r w:rsidR="001E0BE5" w:rsidRPr="00E46688">
        <w:rPr>
          <w:rFonts w:ascii="Corbel" w:hAnsi="Corbel"/>
          <w:szCs w:val="24"/>
        </w:rPr>
        <w:t xml:space="preserve"> </w:t>
      </w:r>
      <w:r w:rsidRPr="00E46688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46688" w:rsidTr="005E6E85">
        <w:tc>
          <w:tcPr>
            <w:tcW w:w="9778" w:type="dxa"/>
          </w:tcPr>
          <w:p w:rsidR="0085747A" w:rsidRPr="00E46688" w:rsidRDefault="00735D15" w:rsidP="003947B2">
            <w:pPr>
              <w:pStyle w:val="Odpowiedzi"/>
              <w:jc w:val="both"/>
              <w:rPr>
                <w:rFonts w:ascii="Corbel" w:hAnsi="Corbel"/>
                <w:b w:val="0"/>
                <w:smallCaps/>
                <w:color w:val="FF000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Zaliczony przedmiot Technologi</w:t>
            </w:r>
            <w:r w:rsidR="003947B2" w:rsidRPr="00E46688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 informacyjn</w:t>
            </w:r>
            <w:r w:rsidR="003947B2" w:rsidRPr="00E4668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</w:tbl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46688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Cs w:val="24"/>
        </w:rPr>
      </w:pPr>
      <w:r w:rsidRPr="00E46688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E46688" w:rsidRDefault="00E46688" w:rsidP="00E4668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E46688" w:rsidTr="005E6E85">
        <w:tc>
          <w:tcPr>
            <w:tcW w:w="675" w:type="dxa"/>
            <w:vAlign w:val="center"/>
          </w:tcPr>
          <w:p w:rsidR="0085747A" w:rsidRPr="00E46688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E46688" w:rsidRDefault="00735D15" w:rsidP="00D570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Nabycie podstawowej wiedzy nt. systemów informacji </w:t>
            </w:r>
            <w:r w:rsidR="00D5706B" w:rsidRPr="00E46688">
              <w:rPr>
                <w:rFonts w:ascii="Corbel" w:hAnsi="Corbel"/>
                <w:b w:val="0"/>
                <w:sz w:val="24"/>
                <w:szCs w:val="24"/>
              </w:rPr>
              <w:t>w instytucjach administracji publiczne</w:t>
            </w: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j, ich możliwości i roli, jaką odgrywają w </w:t>
            </w:r>
            <w:r w:rsidR="00D5706B" w:rsidRPr="00E46688">
              <w:rPr>
                <w:rFonts w:ascii="Corbel" w:hAnsi="Corbel"/>
                <w:b w:val="0"/>
                <w:sz w:val="24"/>
                <w:szCs w:val="24"/>
              </w:rPr>
              <w:t xml:space="preserve">tych </w:t>
            </w:r>
            <w:r w:rsidR="00E42118" w:rsidRPr="00E46688">
              <w:rPr>
                <w:rFonts w:ascii="Corbel" w:hAnsi="Corbel"/>
                <w:b w:val="0"/>
                <w:sz w:val="24"/>
                <w:szCs w:val="24"/>
              </w:rPr>
              <w:t>organizacjach</w:t>
            </w:r>
            <w:r w:rsidRPr="00E4668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E46688" w:rsidTr="005E6E85">
        <w:tc>
          <w:tcPr>
            <w:tcW w:w="675" w:type="dxa"/>
            <w:vAlign w:val="center"/>
          </w:tcPr>
          <w:p w:rsidR="0085747A" w:rsidRPr="00E46688" w:rsidRDefault="00A84A42" w:rsidP="00A84A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E46688" w:rsidRDefault="00D5706B" w:rsidP="00323F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Przyswojenie wiedzy nt. zasad administrowania, </w:t>
            </w:r>
            <w:r w:rsidR="00323FDD" w:rsidRPr="00E46688">
              <w:rPr>
                <w:rFonts w:ascii="Corbel" w:hAnsi="Corbel"/>
                <w:b w:val="0"/>
                <w:sz w:val="24"/>
                <w:szCs w:val="24"/>
              </w:rPr>
              <w:t>gromadzenia, przetwarzania, udostępniania, stosowania zabezpieczeń danych, w świetle obowiązujących norm prawnych</w:t>
            </w:r>
          </w:p>
        </w:tc>
      </w:tr>
      <w:tr w:rsidR="0085747A" w:rsidRPr="00E46688" w:rsidTr="005E6E85">
        <w:tc>
          <w:tcPr>
            <w:tcW w:w="675" w:type="dxa"/>
            <w:vAlign w:val="center"/>
          </w:tcPr>
          <w:p w:rsidR="0085747A" w:rsidRPr="00E46688" w:rsidRDefault="0085747A" w:rsidP="00684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4823" w:rsidRPr="00E4668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E46688" w:rsidRDefault="001870CE" w:rsidP="00417A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46688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</w:t>
            </w:r>
            <w:r w:rsidR="00417A33" w:rsidRPr="00E46688">
              <w:rPr>
                <w:rFonts w:ascii="Corbel" w:hAnsi="Corbel"/>
                <w:b w:val="0"/>
                <w:sz w:val="24"/>
                <w:szCs w:val="24"/>
              </w:rPr>
              <w:t>analizy</w:t>
            </w:r>
            <w:r w:rsidR="00323FDD" w:rsidRPr="00E46688">
              <w:rPr>
                <w:rFonts w:ascii="Corbel" w:hAnsi="Corbel"/>
                <w:b w:val="0"/>
                <w:sz w:val="24"/>
                <w:szCs w:val="24"/>
              </w:rPr>
              <w:t xml:space="preserve"> danych</w:t>
            </w:r>
            <w:r w:rsidR="00A87F21" w:rsidRPr="00E46688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E46688" w:rsidRPr="009C54AE" w:rsidRDefault="00E46688" w:rsidP="00E4668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 w:rsidRPr="009C54AE">
        <w:rPr>
          <w:rFonts w:ascii="Corbel" w:hAnsi="Corbel"/>
          <w:sz w:val="24"/>
          <w:szCs w:val="24"/>
        </w:rPr>
        <w:t xml:space="preserve"> ( 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85747A" w:rsidRPr="00E46688" w:rsidTr="005E6E85">
        <w:tc>
          <w:tcPr>
            <w:tcW w:w="1701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smallCaps w:val="0"/>
                <w:szCs w:val="24"/>
              </w:rPr>
              <w:t>EK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46688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E46688" w:rsidTr="005E6E85">
        <w:tc>
          <w:tcPr>
            <w:tcW w:w="1701" w:type="dxa"/>
          </w:tcPr>
          <w:p w:rsidR="0085747A" w:rsidRPr="00E46688" w:rsidRDefault="00684823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4668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E46688" w:rsidRDefault="00867EFA" w:rsidP="00674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="006742A3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systemy, </w:t>
            </w:r>
            <w:r w:rsidR="00E16FCF" w:rsidRPr="00E46688">
              <w:rPr>
                <w:rFonts w:ascii="Corbel" w:hAnsi="Corbel"/>
                <w:b w:val="0"/>
                <w:smallCaps w:val="0"/>
                <w:szCs w:val="24"/>
              </w:rPr>
              <w:t>potrzeby</w:t>
            </w:r>
            <w:r w:rsidR="006742A3" w:rsidRPr="00E46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16FCF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47B2" w:rsidRPr="00E46688">
              <w:rPr>
                <w:rFonts w:ascii="Corbel" w:hAnsi="Corbel"/>
                <w:b w:val="0"/>
                <w:smallCaps w:val="0"/>
                <w:szCs w:val="24"/>
              </w:rPr>
              <w:t>wymagania</w:t>
            </w:r>
            <w:r w:rsidR="006742A3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16FCF" w:rsidRPr="00E46688">
              <w:rPr>
                <w:rFonts w:ascii="Corbel" w:hAnsi="Corbel"/>
                <w:b w:val="0"/>
                <w:smallCaps w:val="0"/>
                <w:szCs w:val="24"/>
              </w:rPr>
              <w:t>i metody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gromadzenia danych </w:t>
            </w:r>
            <w:r w:rsidR="00E16FCF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stosowane w </w:t>
            </w:r>
            <w:r w:rsidR="006742A3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organach administracji publicznej. </w:t>
            </w:r>
          </w:p>
        </w:tc>
        <w:tc>
          <w:tcPr>
            <w:tcW w:w="1873" w:type="dxa"/>
          </w:tcPr>
          <w:p w:rsidR="0085747A" w:rsidRPr="00E46688" w:rsidRDefault="00684823" w:rsidP="00074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67EFA" w:rsidRPr="00E4668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E46688" w:rsidTr="005E6E85">
        <w:tc>
          <w:tcPr>
            <w:tcW w:w="1701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E46688" w:rsidRDefault="003947B2" w:rsidP="0073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Posiada umiejętność</w:t>
            </w:r>
            <w:r w:rsidR="006742A3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stosowania </w:t>
            </w:r>
            <w:r w:rsidR="00450B2A" w:rsidRPr="00E46688">
              <w:rPr>
                <w:rFonts w:ascii="Corbel" w:hAnsi="Corbel"/>
                <w:b w:val="0"/>
                <w:smallCaps w:val="0"/>
                <w:szCs w:val="24"/>
              </w:rPr>
              <w:t>zabezpieczeń technicznych i wymogów prawnych podczas pracy z danymi.</w:t>
            </w:r>
            <w:r w:rsidR="006742A3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970302" w:rsidRPr="00E46688" w:rsidRDefault="00970302" w:rsidP="00074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67EFA" w:rsidRPr="00E466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85747A" w:rsidRPr="00E46688" w:rsidRDefault="00A87F21" w:rsidP="00074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85747A" w:rsidRPr="00E46688" w:rsidTr="005E6E85">
        <w:tc>
          <w:tcPr>
            <w:tcW w:w="1701" w:type="dxa"/>
          </w:tcPr>
          <w:p w:rsidR="0085747A" w:rsidRPr="00E46688" w:rsidRDefault="000A3A3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46688" w:rsidRDefault="00450B2A" w:rsidP="00450B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35D15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otrafi utworzyć 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>projek</w:t>
            </w:r>
            <w:r w:rsidR="00FF69DB" w:rsidRPr="00E46688">
              <w:rPr>
                <w:rFonts w:ascii="Corbel" w:hAnsi="Corbel"/>
                <w:b w:val="0"/>
                <w:smallCaps w:val="0"/>
                <w:szCs w:val="24"/>
              </w:rPr>
              <w:t>t bazy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danych, pobierać </w:t>
            </w:r>
            <w:r w:rsidR="00FF69DB" w:rsidRPr="00E4668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nformacje ze źródeł zewnętrznych, </w:t>
            </w:r>
            <w:r w:rsidR="00FF69DB" w:rsidRPr="00E46688">
              <w:rPr>
                <w:rFonts w:ascii="Corbel" w:hAnsi="Corbel"/>
                <w:b w:val="0"/>
                <w:smallCaps w:val="0"/>
                <w:szCs w:val="24"/>
              </w:rPr>
              <w:t>wykonać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69DB"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ich konwersję i eksport. </w:t>
            </w:r>
          </w:p>
        </w:tc>
        <w:tc>
          <w:tcPr>
            <w:tcW w:w="1873" w:type="dxa"/>
          </w:tcPr>
          <w:p w:rsidR="00867EFA" w:rsidRPr="00E46688" w:rsidRDefault="00970302" w:rsidP="00074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67EFA" w:rsidRPr="00E466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85747A" w:rsidRPr="00E46688" w:rsidRDefault="00970302" w:rsidP="00074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0A3A35" w:rsidRPr="00E46688" w:rsidTr="00647E43">
        <w:tc>
          <w:tcPr>
            <w:tcW w:w="1701" w:type="dxa"/>
          </w:tcPr>
          <w:p w:rsidR="000A3A35" w:rsidRPr="00E46688" w:rsidRDefault="000A3A35" w:rsidP="000A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A3A35" w:rsidRPr="00E46688" w:rsidRDefault="00FF69DB" w:rsidP="00DC2ECC">
            <w:pPr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Potrafi</w:t>
            </w:r>
            <w:r w:rsidR="00735D15" w:rsidRPr="00E46688">
              <w:rPr>
                <w:rFonts w:ascii="Corbel" w:hAnsi="Corbel"/>
                <w:sz w:val="24"/>
                <w:szCs w:val="24"/>
              </w:rPr>
              <w:t xml:space="preserve"> analizować</w:t>
            </w:r>
            <w:r w:rsidRPr="00E46688">
              <w:rPr>
                <w:rFonts w:ascii="Corbel" w:hAnsi="Corbel"/>
                <w:sz w:val="24"/>
                <w:szCs w:val="24"/>
              </w:rPr>
              <w:t>, modyfikować,</w:t>
            </w:r>
            <w:r w:rsidR="00735D15" w:rsidRPr="00E46688">
              <w:rPr>
                <w:rFonts w:ascii="Corbel" w:hAnsi="Corbel"/>
                <w:sz w:val="24"/>
                <w:szCs w:val="24"/>
              </w:rPr>
              <w:t xml:space="preserve"> </w:t>
            </w:r>
            <w:r w:rsidR="00DC2ECC" w:rsidRPr="00E46688">
              <w:rPr>
                <w:rFonts w:ascii="Corbel" w:hAnsi="Corbel"/>
                <w:sz w:val="24"/>
                <w:szCs w:val="24"/>
              </w:rPr>
              <w:t>tworzyć raporty w oparciu o informacje</w:t>
            </w:r>
            <w:r w:rsidR="00735D15" w:rsidRPr="00E46688">
              <w:rPr>
                <w:rFonts w:ascii="Corbel" w:hAnsi="Corbel"/>
                <w:sz w:val="24"/>
                <w:szCs w:val="24"/>
              </w:rPr>
              <w:t xml:space="preserve"> zgromadzone w bazach danych</w:t>
            </w:r>
            <w:r w:rsidR="00DC2ECC" w:rsidRPr="00E46688">
              <w:rPr>
                <w:rFonts w:ascii="Corbel" w:hAnsi="Corbel"/>
                <w:sz w:val="24"/>
                <w:szCs w:val="24"/>
              </w:rPr>
              <w:t>, wykorzystując narzędzia wbudowane oraz programy zewnętrzne</w:t>
            </w:r>
            <w:r w:rsidR="00735D15" w:rsidRPr="00E466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970302" w:rsidRPr="00E46688" w:rsidRDefault="00970302" w:rsidP="00074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35D15" w:rsidRPr="00E46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970302" w:rsidRPr="00E46688" w:rsidRDefault="00970302" w:rsidP="00074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67EFA" w:rsidRPr="00E466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867EFA" w:rsidRPr="00E46688" w:rsidRDefault="00867EFA" w:rsidP="00074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0A3A35" w:rsidRPr="00E46688" w:rsidRDefault="00970302" w:rsidP="00074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EA2DF8" w:rsidRPr="00E46688" w:rsidTr="00647E43">
        <w:tc>
          <w:tcPr>
            <w:tcW w:w="1701" w:type="dxa"/>
          </w:tcPr>
          <w:p w:rsidR="00EA2DF8" w:rsidRPr="00E46688" w:rsidRDefault="00EA2DF8" w:rsidP="000A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A2DF8" w:rsidRPr="00E46688" w:rsidRDefault="00EA2DF8" w:rsidP="00DC2ECC">
            <w:pPr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Dąży do samodzielnego rozwiązywania problemu</w:t>
            </w:r>
          </w:p>
        </w:tc>
        <w:tc>
          <w:tcPr>
            <w:tcW w:w="1873" w:type="dxa"/>
          </w:tcPr>
          <w:p w:rsidR="00EA2DF8" w:rsidRPr="00E46688" w:rsidRDefault="00EA2DF8" w:rsidP="00074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4DB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  <w:tr w:rsidR="00EA2DF8" w:rsidRPr="00E46688" w:rsidTr="00647E43">
        <w:tc>
          <w:tcPr>
            <w:tcW w:w="1701" w:type="dxa"/>
          </w:tcPr>
          <w:p w:rsidR="00EA2DF8" w:rsidRPr="00E46688" w:rsidRDefault="00EA2DF8" w:rsidP="000A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A2DF8" w:rsidRPr="00E46688" w:rsidRDefault="00EA2DF8" w:rsidP="00DC2ECC">
            <w:pPr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Dyskutuje w grupie na temat określenia sekwencji działań pozwalających na rozwiązanie postawionego zadania</w:t>
            </w:r>
          </w:p>
        </w:tc>
        <w:tc>
          <w:tcPr>
            <w:tcW w:w="1873" w:type="dxa"/>
          </w:tcPr>
          <w:p w:rsidR="00EA2DF8" w:rsidRPr="00E46688" w:rsidRDefault="00EA2DF8" w:rsidP="00074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4DB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  <w:p w:rsidR="00EA2DF8" w:rsidRPr="00E46688" w:rsidRDefault="00EA2DF8" w:rsidP="00074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4DB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</w:tc>
      </w:tr>
    </w:tbl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46688" w:rsidRPr="009C54AE" w:rsidRDefault="00E46688" w:rsidP="00E466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:rsidR="00E46688" w:rsidRPr="009C54AE" w:rsidRDefault="00E46688" w:rsidP="00E46688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E46688" w:rsidRPr="009C54AE" w:rsidRDefault="00E46688" w:rsidP="00E46688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46688" w:rsidRPr="009C54AE" w:rsidRDefault="00E46688" w:rsidP="00E4668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46688" w:rsidTr="00214B1E">
        <w:tc>
          <w:tcPr>
            <w:tcW w:w="9520" w:type="dxa"/>
          </w:tcPr>
          <w:p w:rsidR="0085747A" w:rsidRPr="00E4668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E46688" w:rsidTr="00214B1E">
        <w:tc>
          <w:tcPr>
            <w:tcW w:w="9520" w:type="dxa"/>
          </w:tcPr>
          <w:p w:rsidR="0085747A" w:rsidRPr="00E46688" w:rsidRDefault="00DE3FE6" w:rsidP="00E44C2C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 xml:space="preserve">Systemy informacyjne w </w:t>
            </w:r>
            <w:r w:rsidR="00A87F21" w:rsidRPr="00E46688">
              <w:rPr>
                <w:rFonts w:ascii="Corbel" w:hAnsi="Corbel"/>
                <w:sz w:val="24"/>
                <w:szCs w:val="24"/>
              </w:rPr>
              <w:t>administracji</w:t>
            </w:r>
            <w:r w:rsidRPr="00E46688">
              <w:rPr>
                <w:rFonts w:ascii="Corbel" w:hAnsi="Corbel"/>
                <w:sz w:val="24"/>
                <w:szCs w:val="24"/>
              </w:rPr>
              <w:t>.</w:t>
            </w:r>
            <w:r w:rsidR="00E44C2C" w:rsidRPr="00E46688">
              <w:rPr>
                <w:rFonts w:ascii="Corbel" w:hAnsi="Corbel"/>
                <w:sz w:val="24"/>
                <w:szCs w:val="24"/>
              </w:rPr>
              <w:t xml:space="preserve"> Stosowane rozwiązania techniczne</w:t>
            </w:r>
            <w:r w:rsidRPr="00E46688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A1D78" w:rsidRPr="00E46688" w:rsidTr="00214B1E">
        <w:tc>
          <w:tcPr>
            <w:tcW w:w="9520" w:type="dxa"/>
          </w:tcPr>
          <w:p w:rsidR="000A1D78" w:rsidRPr="00E46688" w:rsidRDefault="001702F4" w:rsidP="00DE3FE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Zasady korzystania z baz danych. Obowiązujące normy prawne związane z gromadzeniem i przetwarzaniem danych. Bezpieczeństwo pracy z bazami danych.</w:t>
            </w:r>
          </w:p>
        </w:tc>
      </w:tr>
      <w:tr w:rsidR="00970302" w:rsidRPr="00E46688" w:rsidTr="00214B1E">
        <w:tc>
          <w:tcPr>
            <w:tcW w:w="9520" w:type="dxa"/>
          </w:tcPr>
          <w:p w:rsidR="00970302" w:rsidRPr="00E46688" w:rsidRDefault="001702F4" w:rsidP="00E44C2C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Projektowanie baz danych z wykorzystaniem programu MS Access, konwersja, importowanie danych filtrowanie, grupowanie tworzenie zapytań i raportów</w:t>
            </w:r>
          </w:p>
        </w:tc>
      </w:tr>
      <w:tr w:rsidR="0085747A" w:rsidRPr="00E46688" w:rsidTr="00214B1E">
        <w:tc>
          <w:tcPr>
            <w:tcW w:w="9520" w:type="dxa"/>
          </w:tcPr>
          <w:p w:rsidR="0085747A" w:rsidRPr="00E46688" w:rsidRDefault="00417A33" w:rsidP="00417A3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Modyfikacja narzędzi do wyszukiwania i analizy danych za pomocą strukturalnego języka zapytań SQL.</w:t>
            </w:r>
          </w:p>
        </w:tc>
      </w:tr>
      <w:tr w:rsidR="004D02AE" w:rsidRPr="00E46688" w:rsidTr="00214B1E">
        <w:tc>
          <w:tcPr>
            <w:tcW w:w="9520" w:type="dxa"/>
          </w:tcPr>
          <w:p w:rsidR="004D02AE" w:rsidRPr="00E46688" w:rsidRDefault="00446BB5" w:rsidP="00DE3FE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 xml:space="preserve">Funkcje i </w:t>
            </w:r>
            <w:r w:rsidR="00417A33" w:rsidRPr="00E46688">
              <w:rPr>
                <w:rFonts w:ascii="Corbel" w:hAnsi="Corbel"/>
                <w:sz w:val="24"/>
                <w:szCs w:val="24"/>
              </w:rPr>
              <w:t>d</w:t>
            </w:r>
            <w:r w:rsidRPr="00E46688">
              <w:rPr>
                <w:rFonts w:ascii="Corbel" w:hAnsi="Corbel"/>
                <w:sz w:val="24"/>
                <w:szCs w:val="24"/>
              </w:rPr>
              <w:t>ziałanie</w:t>
            </w:r>
            <w:r w:rsidR="00417A33" w:rsidRPr="00E46688">
              <w:rPr>
                <w:rFonts w:ascii="Corbel" w:hAnsi="Corbel"/>
                <w:sz w:val="24"/>
                <w:szCs w:val="24"/>
              </w:rPr>
              <w:t xml:space="preserve"> wybranych rozwiązań stosowanych w administracji publicznej.</w:t>
            </w:r>
          </w:p>
        </w:tc>
      </w:tr>
    </w:tbl>
    <w:p w:rsidR="0085747A" w:rsidRPr="00E4668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82BD8" w:rsidRPr="00E46688" w:rsidRDefault="00082BD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46688" w:rsidRPr="009C54AE" w:rsidRDefault="00E46688" w:rsidP="00E4668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D02AE" w:rsidRPr="00E46688" w:rsidRDefault="00386D97" w:rsidP="00386D97">
      <w:pPr>
        <w:pStyle w:val="Punktygwne"/>
        <w:spacing w:before="0" w:after="0"/>
        <w:rPr>
          <w:rFonts w:ascii="Corbel" w:hAnsi="Corbel"/>
          <w:szCs w:val="24"/>
        </w:rPr>
      </w:pPr>
      <w:r w:rsidRPr="00E46688">
        <w:rPr>
          <w:rFonts w:ascii="Corbel" w:hAnsi="Corbel"/>
          <w:b w:val="0"/>
          <w:smallCaps w:val="0"/>
          <w:szCs w:val="24"/>
        </w:rPr>
        <w:t xml:space="preserve"> </w:t>
      </w:r>
      <w:r w:rsidR="00DE3FE6" w:rsidRPr="00E46688">
        <w:rPr>
          <w:rFonts w:ascii="Corbel" w:hAnsi="Corbel"/>
          <w:b w:val="0"/>
          <w:smallCaps w:val="0"/>
          <w:szCs w:val="24"/>
        </w:rPr>
        <w:t xml:space="preserve">Ćwiczenia obejmujące rozwiązywanie zadań dotyczących tworzenia i korzystania z baz danych, analiza przypadków, dyskusja, </w:t>
      </w:r>
      <w:r w:rsidR="005537C5" w:rsidRPr="00E46688">
        <w:rPr>
          <w:rFonts w:ascii="Corbel" w:hAnsi="Corbel"/>
          <w:b w:val="0"/>
          <w:smallCaps w:val="0"/>
          <w:szCs w:val="24"/>
        </w:rPr>
        <w:t>zajęcia w pracowni komputerowej</w:t>
      </w:r>
      <w:r w:rsidR="00DE3FE6" w:rsidRPr="00E46688">
        <w:rPr>
          <w:rFonts w:ascii="Corbel" w:hAnsi="Corbel"/>
          <w:b w:val="0"/>
          <w:smallCaps w:val="0"/>
          <w:szCs w:val="24"/>
        </w:rPr>
        <w:t>. Przygotowanie projektów.</w:t>
      </w:r>
    </w:p>
    <w:p w:rsidR="004D02AE" w:rsidRPr="00E46688" w:rsidRDefault="004D02AE" w:rsidP="004D02A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E46688" w:rsidRPr="009C54AE" w:rsidRDefault="00E46688" w:rsidP="000058E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46688" w:rsidRPr="009C54AE" w:rsidRDefault="00E46688" w:rsidP="000058E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46688" w:rsidRPr="009C54AE" w:rsidRDefault="00E46688" w:rsidP="000058E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E46688" w:rsidRPr="009C54AE" w:rsidRDefault="00E46688" w:rsidP="00E4668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4959"/>
        <w:gridCol w:w="2211"/>
      </w:tblGrid>
      <w:tr w:rsidR="0085747A" w:rsidRPr="00E46688" w:rsidTr="00BB70C8">
        <w:tc>
          <w:tcPr>
            <w:tcW w:w="2410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Forma zajęć dydaktycznych ( w</w:t>
            </w:r>
            <w:r w:rsidR="00691D60" w:rsidRPr="00E4668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46688">
              <w:rPr>
                <w:rFonts w:ascii="Corbel" w:hAnsi="Corbel"/>
                <w:b w:val="0"/>
                <w:smallCaps w:val="0"/>
                <w:szCs w:val="24"/>
              </w:rPr>
              <w:t>, ćw, …)</w:t>
            </w:r>
          </w:p>
        </w:tc>
      </w:tr>
      <w:tr w:rsidR="00DE3FE6" w:rsidRPr="00E46688" w:rsidTr="00BB70C8">
        <w:tc>
          <w:tcPr>
            <w:tcW w:w="2410" w:type="dxa"/>
          </w:tcPr>
          <w:p w:rsidR="00DE3FE6" w:rsidRPr="00E46688" w:rsidRDefault="00DE3FE6" w:rsidP="005E6E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6688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:rsidR="00DE3FE6" w:rsidRPr="00E46688" w:rsidRDefault="00DE3FE6" w:rsidP="00DE3F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</w:t>
            </w:r>
          </w:p>
        </w:tc>
        <w:tc>
          <w:tcPr>
            <w:tcW w:w="2233" w:type="dxa"/>
          </w:tcPr>
          <w:p w:rsidR="00DE3FE6" w:rsidRPr="00E46688" w:rsidRDefault="00074DB4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</w:t>
            </w:r>
          </w:p>
        </w:tc>
      </w:tr>
      <w:tr w:rsidR="00DE3FE6" w:rsidRPr="00E46688" w:rsidTr="00BB70C8">
        <w:tc>
          <w:tcPr>
            <w:tcW w:w="2410" w:type="dxa"/>
          </w:tcPr>
          <w:p w:rsidR="00DE3FE6" w:rsidRPr="00E46688" w:rsidRDefault="00DE3FE6" w:rsidP="005E6E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6688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:rsidR="00DE3FE6" w:rsidRPr="00E46688" w:rsidRDefault="00DE3FE6" w:rsidP="00DE3F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</w:t>
            </w:r>
          </w:p>
        </w:tc>
        <w:tc>
          <w:tcPr>
            <w:tcW w:w="2233" w:type="dxa"/>
          </w:tcPr>
          <w:p w:rsidR="00DE3FE6" w:rsidRPr="00E46688" w:rsidRDefault="00074DB4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</w:t>
            </w:r>
          </w:p>
        </w:tc>
      </w:tr>
      <w:tr w:rsidR="00DE3FE6" w:rsidRPr="00E46688" w:rsidTr="00BB70C8">
        <w:tc>
          <w:tcPr>
            <w:tcW w:w="2410" w:type="dxa"/>
          </w:tcPr>
          <w:p w:rsidR="00DE3FE6" w:rsidRPr="00E46688" w:rsidRDefault="00DE3FE6" w:rsidP="0064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DE3FE6" w:rsidRPr="00E46688" w:rsidRDefault="003947B2" w:rsidP="00BB70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</w:tcPr>
          <w:p w:rsidR="00DE3FE6" w:rsidRPr="00E46688" w:rsidRDefault="00074DB4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</w:t>
            </w:r>
          </w:p>
        </w:tc>
      </w:tr>
      <w:tr w:rsidR="00DE3FE6" w:rsidRPr="00E46688" w:rsidTr="00BB70C8">
        <w:tc>
          <w:tcPr>
            <w:tcW w:w="2410" w:type="dxa"/>
          </w:tcPr>
          <w:p w:rsidR="00DE3FE6" w:rsidRPr="00E46688" w:rsidRDefault="00DE3FE6" w:rsidP="0064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DE3FE6" w:rsidRPr="00E46688" w:rsidRDefault="003947B2" w:rsidP="00DE3F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</w:tcPr>
          <w:p w:rsidR="00DE3FE6" w:rsidRPr="00E46688" w:rsidRDefault="00074DB4" w:rsidP="00386D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</w:t>
            </w:r>
            <w:bookmarkStart w:id="0" w:name="_GoBack"/>
            <w:bookmarkEnd w:id="0"/>
          </w:p>
        </w:tc>
      </w:tr>
    </w:tbl>
    <w:p w:rsidR="00E46688" w:rsidRPr="009C54AE" w:rsidRDefault="00E46688" w:rsidP="000058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46688" w:rsidRPr="009C54AE" w:rsidRDefault="00E46688" w:rsidP="000058E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46688" w:rsidRPr="009C54AE" w:rsidRDefault="00E46688" w:rsidP="00E466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E46688" w:rsidTr="002A4272">
        <w:tc>
          <w:tcPr>
            <w:tcW w:w="9781" w:type="dxa"/>
          </w:tcPr>
          <w:p w:rsidR="0085747A" w:rsidRPr="00E46688" w:rsidRDefault="003947B2" w:rsidP="003947B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E46688">
              <w:rPr>
                <w:rFonts w:ascii="Corbel" w:hAnsi="Corbel"/>
                <w:sz w:val="24"/>
                <w:szCs w:val="24"/>
              </w:rPr>
              <w:t>Warunkiem zaliczenia</w:t>
            </w:r>
            <w:r w:rsidR="00386D97" w:rsidRPr="00E46688">
              <w:rPr>
                <w:rFonts w:ascii="Corbel" w:hAnsi="Corbel"/>
                <w:sz w:val="24"/>
                <w:szCs w:val="24"/>
              </w:rPr>
              <w:t xml:space="preserve"> przedmiotu jest otrzymanie pozytywnych ocen z </w:t>
            </w:r>
            <w:r w:rsidRPr="00E46688">
              <w:rPr>
                <w:rFonts w:ascii="Corbel" w:hAnsi="Corbel"/>
                <w:sz w:val="24"/>
                <w:szCs w:val="24"/>
              </w:rPr>
              <w:t>kolokwiów</w:t>
            </w:r>
            <w:r w:rsidR="00386D97" w:rsidRPr="00E46688">
              <w:rPr>
                <w:rFonts w:ascii="Corbel" w:hAnsi="Corbel"/>
                <w:sz w:val="24"/>
                <w:szCs w:val="24"/>
              </w:rPr>
              <w:t xml:space="preserve"> oraz przygotowanie i zaliczenie prezentacji na podany przez prowadzącego temat. </w:t>
            </w:r>
          </w:p>
        </w:tc>
      </w:tr>
    </w:tbl>
    <w:p w:rsidR="00305405" w:rsidRPr="009C54AE" w:rsidRDefault="00305405" w:rsidP="003054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5405" w:rsidRPr="009C54AE" w:rsidRDefault="00305405" w:rsidP="003054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05405" w:rsidRPr="009C54AE" w:rsidRDefault="00305405" w:rsidP="003054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103"/>
      </w:tblGrid>
      <w:tr w:rsidR="0085747A" w:rsidRPr="00E46688" w:rsidTr="002A4272">
        <w:tc>
          <w:tcPr>
            <w:tcW w:w="4678" w:type="dxa"/>
          </w:tcPr>
          <w:p w:rsidR="0085747A" w:rsidRPr="00E46688" w:rsidRDefault="0085747A" w:rsidP="002A4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</w:t>
            </w:r>
          </w:p>
        </w:tc>
        <w:tc>
          <w:tcPr>
            <w:tcW w:w="5103" w:type="dxa"/>
          </w:tcPr>
          <w:p w:rsidR="0085747A" w:rsidRPr="00E46688" w:rsidRDefault="0085747A" w:rsidP="002A4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godzin/ nakład pracy studenta</w:t>
            </w:r>
          </w:p>
        </w:tc>
      </w:tr>
      <w:tr w:rsidR="0085747A" w:rsidRPr="00E46688" w:rsidTr="002A4272">
        <w:tc>
          <w:tcPr>
            <w:tcW w:w="4678" w:type="dxa"/>
          </w:tcPr>
          <w:p w:rsidR="0085747A" w:rsidRPr="00E46688" w:rsidRDefault="0085747A" w:rsidP="002A4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godziny zajęć wg planu z nauczycielem</w:t>
            </w:r>
          </w:p>
        </w:tc>
        <w:tc>
          <w:tcPr>
            <w:tcW w:w="5103" w:type="dxa"/>
          </w:tcPr>
          <w:p w:rsidR="0085747A" w:rsidRPr="00E46688" w:rsidRDefault="00035C0B" w:rsidP="00062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</w:tr>
      <w:tr w:rsidR="0085747A" w:rsidRPr="00E46688" w:rsidTr="002A4272">
        <w:tc>
          <w:tcPr>
            <w:tcW w:w="4678" w:type="dxa"/>
          </w:tcPr>
          <w:p w:rsidR="0085747A" w:rsidRPr="00E46688" w:rsidRDefault="0085747A" w:rsidP="002A4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do zajęć</w:t>
            </w:r>
          </w:p>
        </w:tc>
        <w:tc>
          <w:tcPr>
            <w:tcW w:w="5103" w:type="dxa"/>
          </w:tcPr>
          <w:p w:rsidR="0085747A" w:rsidRPr="00E46688" w:rsidRDefault="00035C0B" w:rsidP="00FE21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16</w:t>
            </w:r>
          </w:p>
        </w:tc>
      </w:tr>
      <w:tr w:rsidR="0085747A" w:rsidRPr="00E46688" w:rsidTr="002A4272">
        <w:tc>
          <w:tcPr>
            <w:tcW w:w="4678" w:type="dxa"/>
          </w:tcPr>
          <w:p w:rsidR="0085747A" w:rsidRPr="00E46688" w:rsidRDefault="0085747A" w:rsidP="002A4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udział w konsultacjach</w:t>
            </w:r>
          </w:p>
        </w:tc>
        <w:tc>
          <w:tcPr>
            <w:tcW w:w="5103" w:type="dxa"/>
          </w:tcPr>
          <w:p w:rsidR="0085747A" w:rsidRPr="00E46688" w:rsidRDefault="003947B2" w:rsidP="00062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</w:tr>
      <w:tr w:rsidR="003947B2" w:rsidRPr="00E46688" w:rsidTr="002A4272">
        <w:tc>
          <w:tcPr>
            <w:tcW w:w="4678" w:type="dxa"/>
          </w:tcPr>
          <w:p w:rsidR="003947B2" w:rsidRPr="00E46688" w:rsidRDefault="003947B2" w:rsidP="002A4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się do kolokwium</w:t>
            </w:r>
          </w:p>
        </w:tc>
        <w:tc>
          <w:tcPr>
            <w:tcW w:w="5103" w:type="dxa"/>
          </w:tcPr>
          <w:p w:rsidR="003947B2" w:rsidRPr="00E46688" w:rsidRDefault="003947B2" w:rsidP="00062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</w:tr>
      <w:tr w:rsidR="0085747A" w:rsidRPr="00E46688" w:rsidTr="002A4272">
        <w:tc>
          <w:tcPr>
            <w:tcW w:w="4678" w:type="dxa"/>
          </w:tcPr>
          <w:p w:rsidR="0085747A" w:rsidRPr="00E46688" w:rsidRDefault="00062893" w:rsidP="00394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</w:t>
            </w:r>
            <w:r w:rsidR="003947B2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prezentacji</w:t>
            </w:r>
          </w:p>
        </w:tc>
        <w:tc>
          <w:tcPr>
            <w:tcW w:w="5103" w:type="dxa"/>
          </w:tcPr>
          <w:p w:rsidR="0085747A" w:rsidRPr="00E46688" w:rsidRDefault="00A87F21" w:rsidP="0039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035C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</w:p>
        </w:tc>
      </w:tr>
      <w:tr w:rsidR="0085747A" w:rsidRPr="00E46688" w:rsidTr="002A4272">
        <w:tc>
          <w:tcPr>
            <w:tcW w:w="4678" w:type="dxa"/>
          </w:tcPr>
          <w:p w:rsidR="0085747A" w:rsidRPr="00E46688" w:rsidRDefault="0085747A" w:rsidP="00A87F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SUMA GODZIN</w:t>
            </w:r>
          </w:p>
        </w:tc>
        <w:tc>
          <w:tcPr>
            <w:tcW w:w="5103" w:type="dxa"/>
          </w:tcPr>
          <w:p w:rsidR="0085747A" w:rsidRPr="00E46688" w:rsidRDefault="003947B2" w:rsidP="00A87F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50</w:t>
            </w:r>
          </w:p>
        </w:tc>
      </w:tr>
      <w:tr w:rsidR="0085747A" w:rsidRPr="00E46688" w:rsidTr="002A4272">
        <w:tc>
          <w:tcPr>
            <w:tcW w:w="4678" w:type="dxa"/>
          </w:tcPr>
          <w:p w:rsidR="0085747A" w:rsidRPr="00E46688" w:rsidRDefault="0085747A" w:rsidP="002A4272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466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103" w:type="dxa"/>
          </w:tcPr>
          <w:p w:rsidR="0085747A" w:rsidRPr="00E46688" w:rsidRDefault="003947B2" w:rsidP="00062893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E46688">
              <w:rPr>
                <w:rFonts w:ascii="Corbel" w:hAnsi="Corbel"/>
                <w:szCs w:val="24"/>
              </w:rPr>
              <w:t>2</w:t>
            </w:r>
          </w:p>
        </w:tc>
      </w:tr>
    </w:tbl>
    <w:p w:rsidR="00305405" w:rsidRPr="009C54AE" w:rsidRDefault="00305405" w:rsidP="000058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05405" w:rsidRPr="009C54AE" w:rsidRDefault="00305405" w:rsidP="000058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5405" w:rsidRPr="009C54AE" w:rsidRDefault="00305405" w:rsidP="000058E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305405" w:rsidRPr="009C54AE" w:rsidRDefault="00305405" w:rsidP="003054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85747A" w:rsidRPr="00E46688" w:rsidTr="002A4272">
        <w:tc>
          <w:tcPr>
            <w:tcW w:w="4111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670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</w:tc>
      </w:tr>
      <w:tr w:rsidR="0085747A" w:rsidRPr="00E46688" w:rsidTr="002A4272">
        <w:tc>
          <w:tcPr>
            <w:tcW w:w="4111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670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305405" w:rsidRPr="009C54AE" w:rsidRDefault="00305405" w:rsidP="000058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5405" w:rsidRPr="009C54AE" w:rsidRDefault="00305405" w:rsidP="000058E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05405" w:rsidRPr="009C54AE" w:rsidRDefault="00305405" w:rsidP="003054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E46688" w:rsidTr="002A4272">
        <w:tc>
          <w:tcPr>
            <w:tcW w:w="9781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E3FE6" w:rsidRPr="00E46688" w:rsidRDefault="00AC094F" w:rsidP="00FE21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CB0A55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Hernandez M. J., </w:t>
            </w:r>
            <w:r w:rsidR="00CB0A55" w:rsidRPr="00E4668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Projektowanie baz danych dla każdego: przewodnik krok po kroku</w:t>
            </w:r>
            <w:r w:rsidR="00D67DF5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B0A55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2014.</w:t>
            </w:r>
          </w:p>
          <w:p w:rsidR="00FE2169" w:rsidRPr="00E46688" w:rsidRDefault="00D67DF5" w:rsidP="00FE21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2. </w:t>
            </w:r>
            <w:r w:rsidR="00FE2169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Mendrala D., Szeliga M., </w:t>
            </w:r>
            <w:r w:rsidR="00FE2169" w:rsidRPr="00E4668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Access 2013 PL: bazy danych? z programem MS Access 2013 PL to nic trudnego!</w:t>
            </w:r>
            <w:r w:rsidR="00FE2169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Helion, Gliwice 2013.</w:t>
            </w:r>
          </w:p>
          <w:p w:rsidR="0085747A" w:rsidRPr="00E46688" w:rsidRDefault="0085747A" w:rsidP="00FE21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46688" w:rsidTr="002A4272">
        <w:tc>
          <w:tcPr>
            <w:tcW w:w="9781" w:type="dxa"/>
          </w:tcPr>
          <w:p w:rsidR="0085747A" w:rsidRPr="00E46688" w:rsidRDefault="0085747A" w:rsidP="005E6E85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E4668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545BB" w:rsidRPr="00E46688" w:rsidRDefault="009F0B5D" w:rsidP="002545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D67DF5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Łukasik-Makowska B., Sala J., </w:t>
            </w:r>
            <w:r w:rsidR="00D67DF5" w:rsidRPr="00E4668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Portal lokalny.20 kroków do użytecznego serwisu internetowego gminy, regionu, miejscowości</w:t>
            </w:r>
            <w:r w:rsidR="00D67DF5"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Wspomagania Wsi, Warszawa 2011.</w:t>
            </w:r>
          </w:p>
          <w:p w:rsidR="001A1280" w:rsidRPr="00E46688" w:rsidRDefault="001A1280" w:rsidP="002545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2. McFedries P., </w:t>
            </w:r>
            <w:r w:rsidRPr="00E46688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Access 2007 PL. Formuły, raporty, kwerendy. </w:t>
            </w:r>
            <w:r w:rsidRPr="00E4668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Rozwiązania w biznesie</w:t>
            </w:r>
            <w:r w:rsidRPr="00E466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2009.</w:t>
            </w:r>
          </w:p>
          <w:p w:rsidR="0085747A" w:rsidRPr="00E46688" w:rsidRDefault="0085747A" w:rsidP="00A87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E46688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46688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46688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466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466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753" w:rsidRDefault="006E2753" w:rsidP="00C16ABF">
      <w:pPr>
        <w:spacing w:after="0" w:line="240" w:lineRule="auto"/>
      </w:pPr>
      <w:r>
        <w:separator/>
      </w:r>
    </w:p>
  </w:endnote>
  <w:endnote w:type="continuationSeparator" w:id="0">
    <w:p w:rsidR="006E2753" w:rsidRDefault="006E27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753" w:rsidRDefault="006E2753" w:rsidP="00C16ABF">
      <w:pPr>
        <w:spacing w:after="0" w:line="240" w:lineRule="auto"/>
      </w:pPr>
      <w:r>
        <w:separator/>
      </w:r>
    </w:p>
  </w:footnote>
  <w:footnote w:type="continuationSeparator" w:id="0">
    <w:p w:rsidR="006E2753" w:rsidRDefault="006E275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091A65A4"/>
    <w:multiLevelType w:val="hybridMultilevel"/>
    <w:tmpl w:val="16BC7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E2F9D"/>
    <w:multiLevelType w:val="multilevel"/>
    <w:tmpl w:val="01C427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D0738"/>
    <w:multiLevelType w:val="hybridMultilevel"/>
    <w:tmpl w:val="8A6E4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5C6576C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3D2357"/>
    <w:multiLevelType w:val="multilevel"/>
    <w:tmpl w:val="C2B88E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40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6"/>
  </w:num>
  <w:num w:numId="2">
    <w:abstractNumId w:val="45"/>
  </w:num>
  <w:num w:numId="3">
    <w:abstractNumId w:val="47"/>
  </w:num>
  <w:num w:numId="4">
    <w:abstractNumId w:val="18"/>
  </w:num>
  <w:num w:numId="5">
    <w:abstractNumId w:val="5"/>
  </w:num>
  <w:num w:numId="6">
    <w:abstractNumId w:val="28"/>
  </w:num>
  <w:num w:numId="7">
    <w:abstractNumId w:val="34"/>
  </w:num>
  <w:num w:numId="8">
    <w:abstractNumId w:val="19"/>
  </w:num>
  <w:num w:numId="9">
    <w:abstractNumId w:val="42"/>
  </w:num>
  <w:num w:numId="10">
    <w:abstractNumId w:val="43"/>
  </w:num>
  <w:num w:numId="11">
    <w:abstractNumId w:val="35"/>
  </w:num>
  <w:num w:numId="12">
    <w:abstractNumId w:val="23"/>
  </w:num>
  <w:num w:numId="13">
    <w:abstractNumId w:val="21"/>
  </w:num>
  <w:num w:numId="14">
    <w:abstractNumId w:val="44"/>
  </w:num>
  <w:num w:numId="15">
    <w:abstractNumId w:val="9"/>
  </w:num>
  <w:num w:numId="16">
    <w:abstractNumId w:val="48"/>
  </w:num>
  <w:num w:numId="17">
    <w:abstractNumId w:val="31"/>
  </w:num>
  <w:num w:numId="18">
    <w:abstractNumId w:val="12"/>
  </w:num>
  <w:num w:numId="19">
    <w:abstractNumId w:val="4"/>
  </w:num>
  <w:num w:numId="20">
    <w:abstractNumId w:val="30"/>
  </w:num>
  <w:num w:numId="21">
    <w:abstractNumId w:val="1"/>
  </w:num>
  <w:num w:numId="22">
    <w:abstractNumId w:val="8"/>
  </w:num>
  <w:num w:numId="23">
    <w:abstractNumId w:val="40"/>
  </w:num>
  <w:num w:numId="24">
    <w:abstractNumId w:val="24"/>
  </w:num>
  <w:num w:numId="25">
    <w:abstractNumId w:val="41"/>
  </w:num>
  <w:num w:numId="26">
    <w:abstractNumId w:val="29"/>
  </w:num>
  <w:num w:numId="27">
    <w:abstractNumId w:val="11"/>
  </w:num>
  <w:num w:numId="28">
    <w:abstractNumId w:val="3"/>
  </w:num>
  <w:num w:numId="29">
    <w:abstractNumId w:val="16"/>
  </w:num>
  <w:num w:numId="30">
    <w:abstractNumId w:val="20"/>
  </w:num>
  <w:num w:numId="31">
    <w:abstractNumId w:val="27"/>
  </w:num>
  <w:num w:numId="32">
    <w:abstractNumId w:val="14"/>
  </w:num>
  <w:num w:numId="33">
    <w:abstractNumId w:val="22"/>
  </w:num>
  <w:num w:numId="34">
    <w:abstractNumId w:val="15"/>
  </w:num>
  <w:num w:numId="35">
    <w:abstractNumId w:val="7"/>
  </w:num>
  <w:num w:numId="36">
    <w:abstractNumId w:val="10"/>
  </w:num>
  <w:num w:numId="37">
    <w:abstractNumId w:val="13"/>
  </w:num>
  <w:num w:numId="38">
    <w:abstractNumId w:val="2"/>
  </w:num>
  <w:num w:numId="39">
    <w:abstractNumId w:val="39"/>
  </w:num>
  <w:num w:numId="40">
    <w:abstractNumId w:val="36"/>
  </w:num>
  <w:num w:numId="41">
    <w:abstractNumId w:val="17"/>
  </w:num>
  <w:num w:numId="42">
    <w:abstractNumId w:val="0"/>
  </w:num>
  <w:num w:numId="43">
    <w:abstractNumId w:val="38"/>
  </w:num>
  <w:num w:numId="44">
    <w:abstractNumId w:val="37"/>
  </w:num>
  <w:num w:numId="45">
    <w:abstractNumId w:val="26"/>
  </w:num>
  <w:num w:numId="46">
    <w:abstractNumId w:val="32"/>
  </w:num>
  <w:num w:numId="47">
    <w:abstractNumId w:val="6"/>
  </w:num>
  <w:num w:numId="48">
    <w:abstractNumId w:val="25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F9E"/>
    <w:rsid w:val="00022ECE"/>
    <w:rsid w:val="00035C0B"/>
    <w:rsid w:val="00042A51"/>
    <w:rsid w:val="00042D2E"/>
    <w:rsid w:val="00044C82"/>
    <w:rsid w:val="000522E0"/>
    <w:rsid w:val="00062893"/>
    <w:rsid w:val="00070ED6"/>
    <w:rsid w:val="000742DC"/>
    <w:rsid w:val="00074DB4"/>
    <w:rsid w:val="00082BD8"/>
    <w:rsid w:val="00084C12"/>
    <w:rsid w:val="00094B12"/>
    <w:rsid w:val="00096C46"/>
    <w:rsid w:val="000A1D78"/>
    <w:rsid w:val="000A296F"/>
    <w:rsid w:val="000A2A28"/>
    <w:rsid w:val="000A373D"/>
    <w:rsid w:val="000A3A35"/>
    <w:rsid w:val="000B192D"/>
    <w:rsid w:val="000B28EE"/>
    <w:rsid w:val="000B3E37"/>
    <w:rsid w:val="000D04B0"/>
    <w:rsid w:val="000F08A2"/>
    <w:rsid w:val="000F1C57"/>
    <w:rsid w:val="000F5615"/>
    <w:rsid w:val="000F6BB0"/>
    <w:rsid w:val="0012554C"/>
    <w:rsid w:val="0012560E"/>
    <w:rsid w:val="00127108"/>
    <w:rsid w:val="00134B13"/>
    <w:rsid w:val="00137676"/>
    <w:rsid w:val="00146BC0"/>
    <w:rsid w:val="00154381"/>
    <w:rsid w:val="00164FA7"/>
    <w:rsid w:val="00166A03"/>
    <w:rsid w:val="001702F4"/>
    <w:rsid w:val="00173D8B"/>
    <w:rsid w:val="00176083"/>
    <w:rsid w:val="001843EC"/>
    <w:rsid w:val="001870CE"/>
    <w:rsid w:val="001A1280"/>
    <w:rsid w:val="001A70D2"/>
    <w:rsid w:val="001D657B"/>
    <w:rsid w:val="001E0209"/>
    <w:rsid w:val="001E0BE5"/>
    <w:rsid w:val="001E0BF7"/>
    <w:rsid w:val="001F2CA2"/>
    <w:rsid w:val="002144C0"/>
    <w:rsid w:val="00214B1E"/>
    <w:rsid w:val="0022477D"/>
    <w:rsid w:val="002336F9"/>
    <w:rsid w:val="0023636C"/>
    <w:rsid w:val="0024028F"/>
    <w:rsid w:val="00244ABC"/>
    <w:rsid w:val="002545BB"/>
    <w:rsid w:val="00256CD0"/>
    <w:rsid w:val="00281FF2"/>
    <w:rsid w:val="002857DE"/>
    <w:rsid w:val="00291567"/>
    <w:rsid w:val="00293871"/>
    <w:rsid w:val="002A2389"/>
    <w:rsid w:val="002A4272"/>
    <w:rsid w:val="002A671D"/>
    <w:rsid w:val="002B4D55"/>
    <w:rsid w:val="002B6119"/>
    <w:rsid w:val="002C1F06"/>
    <w:rsid w:val="002D0F98"/>
    <w:rsid w:val="002D73D4"/>
    <w:rsid w:val="002F02A3"/>
    <w:rsid w:val="003018BA"/>
    <w:rsid w:val="00305405"/>
    <w:rsid w:val="00305C92"/>
    <w:rsid w:val="003125C6"/>
    <w:rsid w:val="003151C5"/>
    <w:rsid w:val="00323FDD"/>
    <w:rsid w:val="003343CF"/>
    <w:rsid w:val="0033532D"/>
    <w:rsid w:val="00346FE9"/>
    <w:rsid w:val="0034759A"/>
    <w:rsid w:val="003503F6"/>
    <w:rsid w:val="003530DD"/>
    <w:rsid w:val="00355727"/>
    <w:rsid w:val="00386D97"/>
    <w:rsid w:val="003947B2"/>
    <w:rsid w:val="003A1176"/>
    <w:rsid w:val="003A3ADE"/>
    <w:rsid w:val="003A4DDC"/>
    <w:rsid w:val="003C0BAE"/>
    <w:rsid w:val="003C54FA"/>
    <w:rsid w:val="003D18A9"/>
    <w:rsid w:val="003D6CE2"/>
    <w:rsid w:val="003E2FE6"/>
    <w:rsid w:val="003E3933"/>
    <w:rsid w:val="003E49D5"/>
    <w:rsid w:val="003F0136"/>
    <w:rsid w:val="003F75E5"/>
    <w:rsid w:val="004129F9"/>
    <w:rsid w:val="00414E3C"/>
    <w:rsid w:val="00417A33"/>
    <w:rsid w:val="0042244A"/>
    <w:rsid w:val="00425E47"/>
    <w:rsid w:val="0042745A"/>
    <w:rsid w:val="00435864"/>
    <w:rsid w:val="004362C6"/>
    <w:rsid w:val="00437FA2"/>
    <w:rsid w:val="00446BB5"/>
    <w:rsid w:val="00450B2A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02AE"/>
    <w:rsid w:val="004D5282"/>
    <w:rsid w:val="004E5726"/>
    <w:rsid w:val="004F1551"/>
    <w:rsid w:val="004F55A3"/>
    <w:rsid w:val="0050496F"/>
    <w:rsid w:val="005363C4"/>
    <w:rsid w:val="00536BDE"/>
    <w:rsid w:val="00543ACC"/>
    <w:rsid w:val="005537C5"/>
    <w:rsid w:val="005A0855"/>
    <w:rsid w:val="005A3196"/>
    <w:rsid w:val="005C080F"/>
    <w:rsid w:val="005C16F8"/>
    <w:rsid w:val="005C55E5"/>
    <w:rsid w:val="005C696A"/>
    <w:rsid w:val="005E6E85"/>
    <w:rsid w:val="005F31D2"/>
    <w:rsid w:val="0061029B"/>
    <w:rsid w:val="00621CE1"/>
    <w:rsid w:val="00647FA8"/>
    <w:rsid w:val="00651F85"/>
    <w:rsid w:val="006567AF"/>
    <w:rsid w:val="006620D9"/>
    <w:rsid w:val="00671958"/>
    <w:rsid w:val="006742A3"/>
    <w:rsid w:val="00684376"/>
    <w:rsid w:val="00684823"/>
    <w:rsid w:val="00685AF7"/>
    <w:rsid w:val="00691D60"/>
    <w:rsid w:val="006B7706"/>
    <w:rsid w:val="006D050F"/>
    <w:rsid w:val="006D6139"/>
    <w:rsid w:val="006E2753"/>
    <w:rsid w:val="006E377F"/>
    <w:rsid w:val="006E5D65"/>
    <w:rsid w:val="006F1FBC"/>
    <w:rsid w:val="006F26CE"/>
    <w:rsid w:val="007072BA"/>
    <w:rsid w:val="00724677"/>
    <w:rsid w:val="00725459"/>
    <w:rsid w:val="00734608"/>
    <w:rsid w:val="00735CE1"/>
    <w:rsid w:val="00735D15"/>
    <w:rsid w:val="0074373F"/>
    <w:rsid w:val="007461D6"/>
    <w:rsid w:val="00746EC8"/>
    <w:rsid w:val="007559CB"/>
    <w:rsid w:val="00763BF1"/>
    <w:rsid w:val="007658D8"/>
    <w:rsid w:val="00766FD4"/>
    <w:rsid w:val="00773372"/>
    <w:rsid w:val="00777B3C"/>
    <w:rsid w:val="0078168C"/>
    <w:rsid w:val="00790D94"/>
    <w:rsid w:val="00790E27"/>
    <w:rsid w:val="00797111"/>
    <w:rsid w:val="007A4022"/>
    <w:rsid w:val="007A6E6E"/>
    <w:rsid w:val="007C3299"/>
    <w:rsid w:val="007C3BCC"/>
    <w:rsid w:val="007D6E56"/>
    <w:rsid w:val="007F4155"/>
    <w:rsid w:val="007F6B8A"/>
    <w:rsid w:val="00814B99"/>
    <w:rsid w:val="0081707E"/>
    <w:rsid w:val="008449B3"/>
    <w:rsid w:val="00845941"/>
    <w:rsid w:val="0085747A"/>
    <w:rsid w:val="008662C6"/>
    <w:rsid w:val="00867EFA"/>
    <w:rsid w:val="00885F64"/>
    <w:rsid w:val="008917F9"/>
    <w:rsid w:val="008A45F7"/>
    <w:rsid w:val="008B425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693"/>
    <w:rsid w:val="00916188"/>
    <w:rsid w:val="00931884"/>
    <w:rsid w:val="00941464"/>
    <w:rsid w:val="00943DB4"/>
    <w:rsid w:val="00954A07"/>
    <w:rsid w:val="00970302"/>
    <w:rsid w:val="009A78D9"/>
    <w:rsid w:val="009C2454"/>
    <w:rsid w:val="009C3E31"/>
    <w:rsid w:val="009C788E"/>
    <w:rsid w:val="009E5DD6"/>
    <w:rsid w:val="009F0B5D"/>
    <w:rsid w:val="009F3C5C"/>
    <w:rsid w:val="00A05D01"/>
    <w:rsid w:val="00A1294E"/>
    <w:rsid w:val="00A2245B"/>
    <w:rsid w:val="00A30110"/>
    <w:rsid w:val="00A36899"/>
    <w:rsid w:val="00A371F6"/>
    <w:rsid w:val="00A37325"/>
    <w:rsid w:val="00A54817"/>
    <w:rsid w:val="00A60799"/>
    <w:rsid w:val="00A654EC"/>
    <w:rsid w:val="00A84A42"/>
    <w:rsid w:val="00A87F21"/>
    <w:rsid w:val="00A91675"/>
    <w:rsid w:val="00A922A9"/>
    <w:rsid w:val="00A939A3"/>
    <w:rsid w:val="00A97DE1"/>
    <w:rsid w:val="00AB053C"/>
    <w:rsid w:val="00AC094F"/>
    <w:rsid w:val="00AD1146"/>
    <w:rsid w:val="00AD27D3"/>
    <w:rsid w:val="00AD66D6"/>
    <w:rsid w:val="00AE1160"/>
    <w:rsid w:val="00AE203C"/>
    <w:rsid w:val="00AE2E74"/>
    <w:rsid w:val="00AE5FCB"/>
    <w:rsid w:val="00AF2C1E"/>
    <w:rsid w:val="00B133D4"/>
    <w:rsid w:val="00B135B1"/>
    <w:rsid w:val="00B3681A"/>
    <w:rsid w:val="00B40ADB"/>
    <w:rsid w:val="00B43B77"/>
    <w:rsid w:val="00B43E80"/>
    <w:rsid w:val="00B607DB"/>
    <w:rsid w:val="00B66529"/>
    <w:rsid w:val="00B75946"/>
    <w:rsid w:val="00B8056E"/>
    <w:rsid w:val="00B819C8"/>
    <w:rsid w:val="00BB520A"/>
    <w:rsid w:val="00BB70C8"/>
    <w:rsid w:val="00BC5507"/>
    <w:rsid w:val="00BC70FB"/>
    <w:rsid w:val="00BD3869"/>
    <w:rsid w:val="00BD595D"/>
    <w:rsid w:val="00BD66E9"/>
    <w:rsid w:val="00BD6FDE"/>
    <w:rsid w:val="00C058B4"/>
    <w:rsid w:val="00C131B5"/>
    <w:rsid w:val="00C16ABF"/>
    <w:rsid w:val="00C170AE"/>
    <w:rsid w:val="00C26CB7"/>
    <w:rsid w:val="00C324C1"/>
    <w:rsid w:val="00C35CDF"/>
    <w:rsid w:val="00C36992"/>
    <w:rsid w:val="00C4712E"/>
    <w:rsid w:val="00C56036"/>
    <w:rsid w:val="00C67E92"/>
    <w:rsid w:val="00C70A26"/>
    <w:rsid w:val="00C815BE"/>
    <w:rsid w:val="00C94B98"/>
    <w:rsid w:val="00CA10DF"/>
    <w:rsid w:val="00CA208C"/>
    <w:rsid w:val="00CA2B96"/>
    <w:rsid w:val="00CA5089"/>
    <w:rsid w:val="00CB0A55"/>
    <w:rsid w:val="00CE5BAC"/>
    <w:rsid w:val="00CF25BE"/>
    <w:rsid w:val="00CF78ED"/>
    <w:rsid w:val="00D02B25"/>
    <w:rsid w:val="00D0525B"/>
    <w:rsid w:val="00D16421"/>
    <w:rsid w:val="00D17C3C"/>
    <w:rsid w:val="00D20A2D"/>
    <w:rsid w:val="00D20B72"/>
    <w:rsid w:val="00D26B2C"/>
    <w:rsid w:val="00D425B2"/>
    <w:rsid w:val="00D4511E"/>
    <w:rsid w:val="00D552B2"/>
    <w:rsid w:val="00D5624F"/>
    <w:rsid w:val="00D5706B"/>
    <w:rsid w:val="00D608D1"/>
    <w:rsid w:val="00D67DF5"/>
    <w:rsid w:val="00D74119"/>
    <w:rsid w:val="00D8075B"/>
    <w:rsid w:val="00DA4FB5"/>
    <w:rsid w:val="00DC2ECC"/>
    <w:rsid w:val="00DC41B1"/>
    <w:rsid w:val="00DC4600"/>
    <w:rsid w:val="00DE3FE6"/>
    <w:rsid w:val="00DF320D"/>
    <w:rsid w:val="00E129B8"/>
    <w:rsid w:val="00E16FCF"/>
    <w:rsid w:val="00E24BF5"/>
    <w:rsid w:val="00E25338"/>
    <w:rsid w:val="00E36088"/>
    <w:rsid w:val="00E42118"/>
    <w:rsid w:val="00E44C2C"/>
    <w:rsid w:val="00E46688"/>
    <w:rsid w:val="00E51E44"/>
    <w:rsid w:val="00E63348"/>
    <w:rsid w:val="00E77E88"/>
    <w:rsid w:val="00E8107D"/>
    <w:rsid w:val="00E82DA2"/>
    <w:rsid w:val="00EA2DF8"/>
    <w:rsid w:val="00EB6FE3"/>
    <w:rsid w:val="00EC4899"/>
    <w:rsid w:val="00ED03AB"/>
    <w:rsid w:val="00ED32D2"/>
    <w:rsid w:val="00EE32DE"/>
    <w:rsid w:val="00EE5457"/>
    <w:rsid w:val="00F070AB"/>
    <w:rsid w:val="00F27A7B"/>
    <w:rsid w:val="00F33BFD"/>
    <w:rsid w:val="00F45457"/>
    <w:rsid w:val="00F617C3"/>
    <w:rsid w:val="00F7066B"/>
    <w:rsid w:val="00F71071"/>
    <w:rsid w:val="00F8131D"/>
    <w:rsid w:val="00F82CFE"/>
    <w:rsid w:val="00FA2AFA"/>
    <w:rsid w:val="00FB7DBA"/>
    <w:rsid w:val="00FC1C25"/>
    <w:rsid w:val="00FC3F45"/>
    <w:rsid w:val="00FD503F"/>
    <w:rsid w:val="00FD7589"/>
    <w:rsid w:val="00FE2169"/>
    <w:rsid w:val="00FF016A"/>
    <w:rsid w:val="00FF1401"/>
    <w:rsid w:val="00FF5E7D"/>
    <w:rsid w:val="00FF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438D5-B25E-44D1-BF76-A164272C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A84A42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6DF00-4411-4333-92C2-1C96326C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766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</cp:lastModifiedBy>
  <cp:revision>8</cp:revision>
  <cp:lastPrinted>2015-02-02T08:23:00Z</cp:lastPrinted>
  <dcterms:created xsi:type="dcterms:W3CDTF">2019-01-28T07:54:00Z</dcterms:created>
  <dcterms:modified xsi:type="dcterms:W3CDTF">2019-01-31T10:48:00Z</dcterms:modified>
</cp:coreProperties>
</file>